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DE74E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2408EE">
        <w:rPr>
          <w:rFonts w:ascii="Arial Narrow" w:hAnsi="Arial Narrow"/>
          <w:sz w:val="22"/>
          <w:lang w:val="de-DE"/>
        </w:rPr>
        <w:t>1</w:t>
      </w:r>
      <w:r w:rsidR="004961CB">
        <w:rPr>
          <w:rFonts w:ascii="Arial Narrow" w:hAnsi="Arial Narrow"/>
          <w:sz w:val="22"/>
          <w:lang w:val="de-DE"/>
        </w:rPr>
        <w:t>9</w:t>
      </w:r>
      <w:r w:rsidR="00244264">
        <w:rPr>
          <w:rFonts w:ascii="Arial Narrow" w:hAnsi="Arial Narrow"/>
          <w:sz w:val="22"/>
          <w:lang w:val="de-DE"/>
        </w:rPr>
        <w:t>.</w:t>
      </w:r>
      <w:r w:rsidR="002408EE">
        <w:rPr>
          <w:rFonts w:ascii="Arial Narrow" w:hAnsi="Arial Narrow"/>
          <w:sz w:val="22"/>
          <w:lang w:val="de-DE"/>
        </w:rPr>
        <w:t>04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8744B2" w:rsidRDefault="008E4B14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UnF</w:t>
      </w:r>
      <w:r w:rsidR="008744B2">
        <w:rPr>
          <w:rFonts w:ascii="Arial Narrow" w:hAnsi="Arial Narrow"/>
          <w:sz w:val="22"/>
          <w:lang w:val="de-DE"/>
        </w:rPr>
        <w:t>u</w:t>
      </w:r>
      <w:r>
        <w:rPr>
          <w:rFonts w:ascii="Arial Narrow" w:hAnsi="Arial Narrow"/>
          <w:sz w:val="22"/>
          <w:lang w:val="de-DE"/>
        </w:rPr>
        <w:t>ck</w:t>
      </w:r>
      <w:proofErr w:type="spellEnd"/>
    </w:p>
    <w:p w:rsidR="00C75A2F" w:rsidRDefault="00C75A2F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Sitzungsprotokolle (PDF und auf dem Server abspeichern)</w:t>
      </w:r>
      <w:bookmarkStart w:id="0" w:name="_GoBack"/>
      <w:bookmarkEnd w:id="0"/>
    </w:p>
    <w:p w:rsidR="003D3380" w:rsidRDefault="003D338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 31.5.16 (9-15 Uhr)</w:t>
      </w:r>
    </w:p>
    <w:p w:rsidR="003D3380" w:rsidRDefault="003D3380" w:rsidP="003D338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Freiwillige (Liste)</w:t>
      </w:r>
    </w:p>
    <w:p w:rsidR="003D3380" w:rsidRDefault="003D3380" w:rsidP="003D338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Infogrillen (Fachschaften, AStA,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3D3380" w:rsidRDefault="003D3380" w:rsidP="003D338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Wahlhelfer</w:t>
      </w:r>
    </w:p>
    <w:p w:rsidR="00886C4D" w:rsidRPr="00886C4D" w:rsidRDefault="00886C4D" w:rsidP="00886C4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Messerblock</w:t>
      </w:r>
    </w:p>
    <w:p w:rsidR="004961CB" w:rsidRDefault="004961CB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Snapsbecher</w:t>
      </w:r>
      <w:proofErr w:type="spellEnd"/>
    </w:p>
    <w:p w:rsidR="00C75D71" w:rsidRDefault="00C75D71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QS-Board</w:t>
      </w:r>
    </w:p>
    <w:p w:rsidR="00810872" w:rsidRDefault="00810872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 Finanzen (nicht Protokoll)</w:t>
      </w:r>
    </w:p>
    <w:p w:rsidR="00206420" w:rsidRPr="00486AEE" w:rsidRDefault="0020642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D610C" w:rsidRPr="00170FD2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sectPr w:rsidR="007D610C" w:rsidRPr="00170F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E4B1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73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1BF1"/>
    <w:rsid w:val="00062DB6"/>
    <w:rsid w:val="00063E3E"/>
    <w:rsid w:val="000755C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70FD2"/>
    <w:rsid w:val="00180C16"/>
    <w:rsid w:val="00190913"/>
    <w:rsid w:val="001A44B0"/>
    <w:rsid w:val="001C25E2"/>
    <w:rsid w:val="001C4F50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08EE"/>
    <w:rsid w:val="00243EFC"/>
    <w:rsid w:val="00244264"/>
    <w:rsid w:val="00273332"/>
    <w:rsid w:val="00274830"/>
    <w:rsid w:val="00290CDB"/>
    <w:rsid w:val="00293711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5286"/>
    <w:rsid w:val="00396AA7"/>
    <w:rsid w:val="003A45F8"/>
    <w:rsid w:val="003B6176"/>
    <w:rsid w:val="003B669B"/>
    <w:rsid w:val="003D3380"/>
    <w:rsid w:val="003D33D6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961CB"/>
    <w:rsid w:val="004A46A2"/>
    <w:rsid w:val="004B5625"/>
    <w:rsid w:val="004B5892"/>
    <w:rsid w:val="004D1F62"/>
    <w:rsid w:val="004D70BF"/>
    <w:rsid w:val="004F5365"/>
    <w:rsid w:val="00501683"/>
    <w:rsid w:val="00501BD9"/>
    <w:rsid w:val="00531881"/>
    <w:rsid w:val="00543129"/>
    <w:rsid w:val="005454D0"/>
    <w:rsid w:val="00564954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63106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E15F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70A"/>
    <w:rsid w:val="007D5A08"/>
    <w:rsid w:val="007D610C"/>
    <w:rsid w:val="007D7C7C"/>
    <w:rsid w:val="007E031D"/>
    <w:rsid w:val="007E39D5"/>
    <w:rsid w:val="007F047A"/>
    <w:rsid w:val="00802C4B"/>
    <w:rsid w:val="00802C61"/>
    <w:rsid w:val="00804127"/>
    <w:rsid w:val="008046FF"/>
    <w:rsid w:val="00810872"/>
    <w:rsid w:val="00813522"/>
    <w:rsid w:val="00815DF3"/>
    <w:rsid w:val="0081784D"/>
    <w:rsid w:val="0082741B"/>
    <w:rsid w:val="00843F45"/>
    <w:rsid w:val="008457B3"/>
    <w:rsid w:val="008743D8"/>
    <w:rsid w:val="008744B2"/>
    <w:rsid w:val="00876DBB"/>
    <w:rsid w:val="00883CB3"/>
    <w:rsid w:val="008840AD"/>
    <w:rsid w:val="00886C4D"/>
    <w:rsid w:val="008A70BF"/>
    <w:rsid w:val="008B511A"/>
    <w:rsid w:val="008C250E"/>
    <w:rsid w:val="008C59C6"/>
    <w:rsid w:val="008D16EC"/>
    <w:rsid w:val="008D2BDB"/>
    <w:rsid w:val="008E4B14"/>
    <w:rsid w:val="008F7364"/>
    <w:rsid w:val="009245A2"/>
    <w:rsid w:val="00927544"/>
    <w:rsid w:val="009301A0"/>
    <w:rsid w:val="00937828"/>
    <w:rsid w:val="00941F10"/>
    <w:rsid w:val="00950959"/>
    <w:rsid w:val="00965A65"/>
    <w:rsid w:val="00967E13"/>
    <w:rsid w:val="009757B0"/>
    <w:rsid w:val="009857BD"/>
    <w:rsid w:val="009906B7"/>
    <w:rsid w:val="00990ACB"/>
    <w:rsid w:val="00991E60"/>
    <w:rsid w:val="00992594"/>
    <w:rsid w:val="009A166B"/>
    <w:rsid w:val="009A43CC"/>
    <w:rsid w:val="009B7B2F"/>
    <w:rsid w:val="009C1107"/>
    <w:rsid w:val="009C4F14"/>
    <w:rsid w:val="009D3E73"/>
    <w:rsid w:val="009E6CE4"/>
    <w:rsid w:val="009F4F2E"/>
    <w:rsid w:val="00A05515"/>
    <w:rsid w:val="00A448D9"/>
    <w:rsid w:val="00A44D35"/>
    <w:rsid w:val="00A535A2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017B1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A737A"/>
    <w:rsid w:val="00BB416B"/>
    <w:rsid w:val="00BC622C"/>
    <w:rsid w:val="00BC6DF3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5A2F"/>
    <w:rsid w:val="00C75D71"/>
    <w:rsid w:val="00C772CC"/>
    <w:rsid w:val="00C82C9C"/>
    <w:rsid w:val="00CA5DF7"/>
    <w:rsid w:val="00CB5BD5"/>
    <w:rsid w:val="00CD7327"/>
    <w:rsid w:val="00CE73AB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DE74EF"/>
    <w:rsid w:val="00E1673A"/>
    <w:rsid w:val="00E206F4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3563"/>
    <w:rsid w:val="00F15EEB"/>
    <w:rsid w:val="00F27098"/>
    <w:rsid w:val="00F60291"/>
    <w:rsid w:val="00F834DE"/>
    <w:rsid w:val="00F901A2"/>
    <w:rsid w:val="00F9390D"/>
    <w:rsid w:val="00FA5486"/>
    <w:rsid w:val="00FA59A9"/>
    <w:rsid w:val="00FD2F2E"/>
    <w:rsid w:val="00FE1E08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7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Marius Bacher</cp:lastModifiedBy>
  <cp:revision>11</cp:revision>
  <cp:lastPrinted>2016-01-20T11:58:00Z</cp:lastPrinted>
  <dcterms:created xsi:type="dcterms:W3CDTF">2016-04-13T09:50:00Z</dcterms:created>
  <dcterms:modified xsi:type="dcterms:W3CDTF">2016-04-19T10:56:00Z</dcterms:modified>
</cp:coreProperties>
</file>